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011EB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011EB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11EB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011EB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11EB4" w:rsidP="00966B4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pás</w:t>
            </w:r>
            <w:r w:rsidR="00966B4E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vý dopravník – čov uherský brod</w:t>
            </w:r>
          </w:p>
        </w:tc>
      </w:tr>
      <w:tr w:rsidR="00F928D8" w:rsidRPr="003D1519" w:rsidTr="00011EB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11EB4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11EB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011EB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011EB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011EB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011EB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11EB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11EB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4E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4E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1EB4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279F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8A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4E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1F30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F1F6E3E4.dotm</Template>
  <TotalTime>33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2021-05-24T06:24:00Z</cp:lastPrinted>
  <dcterms:created xsi:type="dcterms:W3CDTF">2019-09-19T08:40:00Z</dcterms:created>
  <dcterms:modified xsi:type="dcterms:W3CDTF">2026-02-17T06:23:00Z</dcterms:modified>
</cp:coreProperties>
</file>